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D7DB75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59DEBC8" wp14:editId="7EBBB5ED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91A0AC" wp14:editId="5DB29117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77777777" w:rsidR="00C42BFF" w:rsidRDefault="002F5C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618F5B" wp14:editId="4E6B563E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1F67073C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2F5C92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CBE2" w14:textId="77777777" w:rsidR="00962DD2" w:rsidRDefault="00962DD2">
      <w:r>
        <w:separator/>
      </w:r>
    </w:p>
  </w:endnote>
  <w:endnote w:type="continuationSeparator" w:id="0">
    <w:p w14:paraId="34BB6DDF" w14:textId="77777777" w:rsidR="00962DD2" w:rsidRDefault="0096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1FF0" w14:textId="77777777" w:rsidR="000203A3" w:rsidRDefault="00020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C7F7" w14:textId="77777777" w:rsidR="000203A3" w:rsidRDefault="00020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FF8B" w14:textId="77777777" w:rsidR="00962DD2" w:rsidRDefault="00962DD2">
      <w:r>
        <w:separator/>
      </w:r>
    </w:p>
  </w:footnote>
  <w:footnote w:type="continuationSeparator" w:id="0">
    <w:p w14:paraId="7D008338" w14:textId="77777777" w:rsidR="00962DD2" w:rsidRDefault="0096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29A5" w14:textId="77777777" w:rsidR="000203A3" w:rsidRDefault="00020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>elementhoogte 112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510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025B" w14:textId="77777777" w:rsidR="000203A3" w:rsidRDefault="00020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DD2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F89797-E8B5-4C25-A3FB-77503FE8297D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51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2020-04-23T08:50:00Z</dcterms:created>
  <dcterms:modified xsi:type="dcterms:W3CDTF">2023-12-05T12:41:00Z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